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8D6" w:rsidRPr="00423E00" w:rsidRDefault="00DB18D6" w:rsidP="00423E00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Экологическая с</w:t>
      </w:r>
      <w:r w:rsidRPr="00423E00">
        <w:rPr>
          <w:b/>
          <w:sz w:val="36"/>
          <w:szCs w:val="36"/>
        </w:rPr>
        <w:t>казка « Встреча на Салыме».</w:t>
      </w:r>
    </w:p>
    <w:p w:rsidR="00DB18D6" w:rsidRDefault="00DB18D6" w:rsidP="00423E00">
      <w:pPr>
        <w:pStyle w:val="NoSpacing"/>
        <w:rPr>
          <w:sz w:val="24"/>
          <w:szCs w:val="24"/>
        </w:rPr>
      </w:pP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>Действующие лица: автор, Язь, Муксун, Стерлядка, Налим, Щука, Карась, Окунь.</w:t>
      </w:r>
      <w:r w:rsidRPr="00423E00">
        <w:rPr>
          <w:sz w:val="24"/>
          <w:szCs w:val="24"/>
        </w:rPr>
        <w:tab/>
      </w:r>
    </w:p>
    <w:p w:rsidR="00DB18D6" w:rsidRDefault="00DB18D6" w:rsidP="00423E00">
      <w:pPr>
        <w:pStyle w:val="NoSpacing"/>
        <w:rPr>
          <w:sz w:val="24"/>
          <w:szCs w:val="24"/>
        </w:rPr>
      </w:pP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>Автор.</w:t>
      </w:r>
      <w:r w:rsidRPr="00423E00">
        <w:rPr>
          <w:sz w:val="24"/>
          <w:szCs w:val="24"/>
        </w:rPr>
        <w:t xml:space="preserve">  Как-то летом на Салыме косяками рыбы плыли</w:t>
      </w:r>
      <w:r>
        <w:rPr>
          <w:sz w:val="24"/>
          <w:szCs w:val="24"/>
        </w:rPr>
        <w:t>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Хотите, верьте, хотите,</w:t>
      </w:r>
      <w:r>
        <w:rPr>
          <w:sz w:val="24"/>
          <w:szCs w:val="24"/>
        </w:rPr>
        <w:t xml:space="preserve"> нет, собрали рыбы свой  совет.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К</w:t>
      </w:r>
      <w:r w:rsidRPr="00423E00">
        <w:rPr>
          <w:sz w:val="24"/>
          <w:szCs w:val="24"/>
        </w:rPr>
        <w:t>уда</w:t>
      </w:r>
      <w:r>
        <w:rPr>
          <w:sz w:val="24"/>
          <w:szCs w:val="24"/>
        </w:rPr>
        <w:t>, мол,</w:t>
      </w:r>
      <w:r w:rsidRPr="00423E00">
        <w:rPr>
          <w:sz w:val="24"/>
          <w:szCs w:val="24"/>
        </w:rPr>
        <w:t xml:space="preserve"> смотрит рыбнадзор, рыбы нет</w:t>
      </w:r>
      <w:r>
        <w:rPr>
          <w:sz w:val="24"/>
          <w:szCs w:val="24"/>
        </w:rPr>
        <w:t>, в реке – позор!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Раньше были рыбаки в рыбной ловле знатоки</w:t>
      </w:r>
      <w:r>
        <w:rPr>
          <w:sz w:val="24"/>
          <w:szCs w:val="24"/>
        </w:rPr>
        <w:t>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Если мелочь уловили, быстро в ре</w:t>
      </w:r>
      <w:r>
        <w:rPr>
          <w:sz w:val="24"/>
          <w:szCs w:val="24"/>
        </w:rPr>
        <w:t>ч</w:t>
      </w:r>
      <w:r w:rsidRPr="00423E00">
        <w:rPr>
          <w:sz w:val="24"/>
          <w:szCs w:val="24"/>
        </w:rPr>
        <w:t>ку отпустили,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Чтобы рыбка подросла и потомство принесла.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Возмутился старый Язь</w:t>
      </w:r>
      <w:r>
        <w:rPr>
          <w:sz w:val="24"/>
          <w:szCs w:val="24"/>
        </w:rPr>
        <w:t>: «Как-то я</w:t>
      </w:r>
      <w:r w:rsidRPr="00423E00">
        <w:rPr>
          <w:sz w:val="24"/>
          <w:szCs w:val="24"/>
        </w:rPr>
        <w:t xml:space="preserve"> попал в</w:t>
      </w:r>
      <w:r>
        <w:rPr>
          <w:sz w:val="24"/>
          <w:szCs w:val="24"/>
        </w:rPr>
        <w:t xml:space="preserve"> </w:t>
      </w:r>
      <w:r w:rsidRPr="00423E00">
        <w:rPr>
          <w:sz w:val="24"/>
          <w:szCs w:val="24"/>
        </w:rPr>
        <w:t>провяз,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Просто плыл</w:t>
      </w:r>
      <w:r>
        <w:rPr>
          <w:sz w:val="24"/>
          <w:szCs w:val="24"/>
        </w:rPr>
        <w:t xml:space="preserve"> </w:t>
      </w:r>
      <w:r w:rsidRPr="00423E00">
        <w:rPr>
          <w:sz w:val="24"/>
          <w:szCs w:val="24"/>
        </w:rPr>
        <w:t xml:space="preserve"> неторопли</w:t>
      </w:r>
      <w:r>
        <w:rPr>
          <w:sz w:val="24"/>
          <w:szCs w:val="24"/>
        </w:rPr>
        <w:t>во, река весной была в разливе.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Еле выбрался оттуда</w:t>
      </w:r>
      <w:r>
        <w:rPr>
          <w:sz w:val="24"/>
          <w:szCs w:val="24"/>
        </w:rPr>
        <w:t>!»</w:t>
      </w:r>
      <w:r w:rsidRPr="00423E0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- </w:t>
      </w:r>
      <w:r w:rsidRPr="00423E00">
        <w:rPr>
          <w:sz w:val="24"/>
          <w:szCs w:val="24"/>
        </w:rPr>
        <w:t>для него большое чудо.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>Язь.</w:t>
      </w:r>
      <w:r w:rsidRPr="00423E00">
        <w:rPr>
          <w:sz w:val="24"/>
          <w:szCs w:val="24"/>
        </w:rPr>
        <w:t xml:space="preserve">     Будут рыбу брать большую, остальные врассыпную,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На наживку не клевать, делать вид, что нам плевать,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Косяками не ходить, чтобы в сеть не угодить.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>Муксун.</w:t>
      </w:r>
      <w:r>
        <w:rPr>
          <w:sz w:val="24"/>
          <w:szCs w:val="24"/>
        </w:rPr>
        <w:t xml:space="preserve"> Я, конечно, извиняюсь, т</w:t>
      </w:r>
      <w:r w:rsidRPr="00423E00">
        <w:rPr>
          <w:sz w:val="24"/>
          <w:szCs w:val="24"/>
        </w:rPr>
        <w:t>олько в этом сомневаюсь,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 Браконьеров, нынче столько, сколько чешуек носит Окунь.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>Автор.</w:t>
      </w:r>
      <w:r w:rsidRPr="00423E00">
        <w:rPr>
          <w:sz w:val="24"/>
          <w:szCs w:val="24"/>
        </w:rPr>
        <w:t xml:space="preserve">  Сам Муксун заговорил, он из рыб белой крови,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Что уж тут греха таить, им любили закусить.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Сам теперь голодный рыщет, себе пищу не отыщет.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>Автор.</w:t>
      </w:r>
      <w:r>
        <w:rPr>
          <w:sz w:val="24"/>
          <w:szCs w:val="24"/>
        </w:rPr>
        <w:t xml:space="preserve">    Тут Стерлядки застонали: «</w:t>
      </w:r>
      <w:r w:rsidRPr="00423E00">
        <w:rPr>
          <w:sz w:val="24"/>
          <w:szCs w:val="24"/>
        </w:rPr>
        <w:t xml:space="preserve">Раньше все нас уважали, а теперь нам не до смеха, 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 Мы не по</w:t>
      </w:r>
      <w:r>
        <w:rPr>
          <w:sz w:val="24"/>
          <w:szCs w:val="24"/>
        </w:rPr>
        <w:t xml:space="preserve">льзуемся успехом и от грязной той </w:t>
      </w:r>
      <w:r w:rsidRPr="00423E00">
        <w:rPr>
          <w:sz w:val="24"/>
          <w:szCs w:val="24"/>
        </w:rPr>
        <w:t xml:space="preserve"> воды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 На размеры мы малы, засорили наши воды,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Нефть кругом, одни отходы».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 xml:space="preserve">Автор. </w:t>
      </w:r>
      <w:r w:rsidRPr="00423E00">
        <w:rPr>
          <w:sz w:val="24"/>
          <w:szCs w:val="24"/>
        </w:rPr>
        <w:t xml:space="preserve">   Тут вступил в совет Налим, знатный к людям подхалим,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 Ведь ему поесть в угоду,</w:t>
      </w:r>
      <w:r>
        <w:rPr>
          <w:sz w:val="24"/>
          <w:szCs w:val="24"/>
        </w:rPr>
        <w:t xml:space="preserve"> то,  что</w:t>
      </w:r>
      <w:r w:rsidRPr="00423E00">
        <w:rPr>
          <w:sz w:val="24"/>
          <w:szCs w:val="24"/>
        </w:rPr>
        <w:t xml:space="preserve"> люди</w:t>
      </w:r>
      <w:r>
        <w:rPr>
          <w:sz w:val="24"/>
          <w:szCs w:val="24"/>
        </w:rPr>
        <w:t xml:space="preserve"> бросят</w:t>
      </w:r>
      <w:r w:rsidRPr="00423E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423E00">
        <w:rPr>
          <w:sz w:val="24"/>
          <w:szCs w:val="24"/>
        </w:rPr>
        <w:t>в воду.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>Налим.</w:t>
      </w:r>
      <w:r w:rsidRPr="00423E00">
        <w:rPr>
          <w:sz w:val="24"/>
          <w:szCs w:val="24"/>
        </w:rPr>
        <w:t xml:space="preserve">  Ну, зачем нам уклоняться, надо просто наедаться,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Рыбаки нас есть не будут</w:t>
      </w:r>
      <w:r>
        <w:rPr>
          <w:sz w:val="24"/>
          <w:szCs w:val="24"/>
        </w:rPr>
        <w:t>, мы для них плохое блюдо.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Все ешьте лишь одно, чем засоряют люди </w:t>
      </w:r>
      <w:r w:rsidRPr="00423E00">
        <w:rPr>
          <w:sz w:val="24"/>
          <w:szCs w:val="24"/>
        </w:rPr>
        <w:t>дно.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>Автор.</w:t>
      </w:r>
      <w:r>
        <w:rPr>
          <w:sz w:val="24"/>
          <w:szCs w:val="24"/>
        </w:rPr>
        <w:t xml:space="preserve"> Щука пряталась в пучине и  теперь она в кручине</w:t>
      </w:r>
    </w:p>
    <w:p w:rsidR="00DB18D6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 xml:space="preserve">Щука. </w:t>
      </w:r>
      <w:r>
        <w:rPr>
          <w:sz w:val="24"/>
          <w:szCs w:val="24"/>
        </w:rPr>
        <w:t xml:space="preserve">  </w:t>
      </w:r>
      <w:r w:rsidRPr="00423E00">
        <w:rPr>
          <w:sz w:val="24"/>
          <w:szCs w:val="24"/>
        </w:rPr>
        <w:t>Не дают икру метать, малых деток воспитать</w:t>
      </w:r>
      <w:r>
        <w:rPr>
          <w:sz w:val="24"/>
          <w:szCs w:val="24"/>
        </w:rPr>
        <w:t>.</w:t>
      </w:r>
    </w:p>
    <w:p w:rsidR="00DB18D6" w:rsidRDefault="00DB18D6" w:rsidP="00423E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Собрались здесь все свои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Скажу вам, рыбоньки, мои.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23E00">
        <w:rPr>
          <w:sz w:val="24"/>
          <w:szCs w:val="24"/>
        </w:rPr>
        <w:t xml:space="preserve">  Сколько я сетей порвала, видно этого им мало,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Тут задача не проста, это им всем до хвоста,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Нужно </w:t>
      </w:r>
      <w:r>
        <w:rPr>
          <w:sz w:val="24"/>
          <w:szCs w:val="24"/>
        </w:rPr>
        <w:t xml:space="preserve">дружно нам </w:t>
      </w:r>
      <w:r w:rsidRPr="00423E00">
        <w:rPr>
          <w:sz w:val="24"/>
          <w:szCs w:val="24"/>
        </w:rPr>
        <w:t xml:space="preserve"> собраться, от рыбаков обороняться,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Предлагаю дерзкий</w:t>
      </w:r>
      <w:r w:rsidRPr="00423E00">
        <w:rPr>
          <w:sz w:val="24"/>
          <w:szCs w:val="24"/>
        </w:rPr>
        <w:t xml:space="preserve"> план, мы подстроим им обман,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Претворим</w:t>
      </w:r>
      <w:r>
        <w:rPr>
          <w:sz w:val="24"/>
          <w:szCs w:val="24"/>
        </w:rPr>
        <w:t>ся косяком, а как  бросят сеть - бегом.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Прилипаем все ко дну, не поймают не одну.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>Автор.</w:t>
      </w:r>
      <w:r w:rsidRPr="00423E00">
        <w:rPr>
          <w:sz w:val="24"/>
          <w:szCs w:val="24"/>
        </w:rPr>
        <w:t xml:space="preserve"> Тут Карась и Окуньки, </w:t>
      </w:r>
      <w:r>
        <w:rPr>
          <w:sz w:val="24"/>
          <w:szCs w:val="24"/>
        </w:rPr>
        <w:t>что не выносят ду</w:t>
      </w:r>
      <w:r w:rsidRPr="00423E00">
        <w:rPr>
          <w:sz w:val="24"/>
          <w:szCs w:val="24"/>
        </w:rPr>
        <w:t>х ухи,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И не хотят попасться в сети, каждым утром на рассвете,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Так ответили той Щуке: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« Вы, конечно, </w:t>
      </w:r>
      <w:r w:rsidRPr="00423E00">
        <w:rPr>
          <w:sz w:val="24"/>
          <w:szCs w:val="24"/>
        </w:rPr>
        <w:t>дам</w:t>
      </w:r>
      <w:r>
        <w:rPr>
          <w:sz w:val="24"/>
          <w:szCs w:val="24"/>
        </w:rPr>
        <w:t>а - злюка, плавниками так в</w:t>
      </w:r>
      <w:r w:rsidRPr="00423E00">
        <w:rPr>
          <w:sz w:val="24"/>
          <w:szCs w:val="24"/>
        </w:rPr>
        <w:t>змахнете,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 И вперед всех улизнете, а мы, если не успели,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На сковородку </w:t>
      </w:r>
      <w:r w:rsidRPr="00423E00">
        <w:rPr>
          <w:sz w:val="24"/>
          <w:szCs w:val="24"/>
        </w:rPr>
        <w:t xml:space="preserve"> нас и съели</w:t>
      </w:r>
      <w:r>
        <w:rPr>
          <w:sz w:val="24"/>
          <w:szCs w:val="24"/>
        </w:rPr>
        <w:t>»</w:t>
      </w:r>
      <w:r w:rsidRPr="00423E00">
        <w:rPr>
          <w:sz w:val="24"/>
          <w:szCs w:val="24"/>
        </w:rPr>
        <w:t>.</w:t>
      </w:r>
    </w:p>
    <w:p w:rsidR="00DB18D6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>Автор.</w:t>
      </w:r>
      <w:r w:rsidRPr="00423E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Вдруг осетр слово взял, до этого лишь шапку мял.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Он царь в подводном мире: «Не будем мы мишенью в тире.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23E00">
        <w:rPr>
          <w:sz w:val="24"/>
          <w:szCs w:val="24"/>
        </w:rPr>
        <w:t xml:space="preserve"> У меня есть претензии, к тем, у кого нет лицензии,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Коль, хотите вкусно кушать, надо вам природу слушать,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Если только захотим, все исчезнем - как один.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Коль не будете стеречь</w:t>
      </w:r>
      <w:r>
        <w:rPr>
          <w:sz w:val="24"/>
          <w:szCs w:val="24"/>
        </w:rPr>
        <w:t>, от загрязнений</w:t>
      </w:r>
      <w:r w:rsidRPr="00423E00">
        <w:rPr>
          <w:sz w:val="24"/>
          <w:szCs w:val="24"/>
        </w:rPr>
        <w:t xml:space="preserve"> нас беречь,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Не видать вам косяков, </w:t>
      </w:r>
      <w:r>
        <w:rPr>
          <w:sz w:val="24"/>
          <w:szCs w:val="24"/>
        </w:rPr>
        <w:t xml:space="preserve">уйдем до дальних </w:t>
      </w:r>
      <w:r w:rsidRPr="00423E00">
        <w:rPr>
          <w:sz w:val="24"/>
          <w:szCs w:val="24"/>
        </w:rPr>
        <w:t>берегов</w:t>
      </w:r>
      <w:r>
        <w:rPr>
          <w:sz w:val="24"/>
          <w:szCs w:val="24"/>
        </w:rPr>
        <w:t>»</w:t>
      </w:r>
      <w:r w:rsidRPr="00423E00">
        <w:rPr>
          <w:sz w:val="24"/>
          <w:szCs w:val="24"/>
        </w:rPr>
        <w:t>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54562">
        <w:rPr>
          <w:b/>
          <w:sz w:val="24"/>
          <w:szCs w:val="24"/>
        </w:rPr>
        <w:t>Автор.</w:t>
      </w:r>
      <w:r w:rsidRPr="00423E00">
        <w:rPr>
          <w:sz w:val="24"/>
          <w:szCs w:val="24"/>
        </w:rPr>
        <w:t xml:space="preserve"> Так они </w:t>
      </w:r>
      <w:r>
        <w:rPr>
          <w:sz w:val="24"/>
          <w:szCs w:val="24"/>
        </w:rPr>
        <w:t>и порешили и другим они внушили: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sz w:val="24"/>
          <w:szCs w:val="24"/>
        </w:rPr>
        <w:t xml:space="preserve">              Что, мол, сможем доказать, чем виновных наказать,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Несчастья чтобы </w:t>
      </w:r>
      <w:r w:rsidRPr="00423E00">
        <w:rPr>
          <w:sz w:val="24"/>
          <w:szCs w:val="24"/>
        </w:rPr>
        <w:t>не случилось</w:t>
      </w:r>
      <w:r>
        <w:rPr>
          <w:sz w:val="24"/>
          <w:szCs w:val="24"/>
        </w:rPr>
        <w:t>,</w:t>
      </w:r>
      <w:r w:rsidRPr="00423E00">
        <w:rPr>
          <w:sz w:val="24"/>
          <w:szCs w:val="24"/>
        </w:rPr>
        <w:t xml:space="preserve"> природа</w:t>
      </w:r>
      <w:r>
        <w:rPr>
          <w:sz w:val="24"/>
          <w:szCs w:val="24"/>
        </w:rPr>
        <w:t xml:space="preserve"> чтоб не возмутилась.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Станем дружно  охранять,  для нас природа словно, м</w:t>
      </w:r>
      <w:r w:rsidRPr="00423E00">
        <w:rPr>
          <w:sz w:val="24"/>
          <w:szCs w:val="24"/>
        </w:rPr>
        <w:t>ать!</w:t>
      </w:r>
    </w:p>
    <w:p w:rsidR="00DB18D6" w:rsidRPr="00423E00" w:rsidRDefault="00DB18D6" w:rsidP="00423E00">
      <w:pPr>
        <w:pStyle w:val="NoSpacing"/>
        <w:rPr>
          <w:sz w:val="24"/>
          <w:szCs w:val="24"/>
        </w:rPr>
      </w:pPr>
    </w:p>
    <w:p w:rsidR="00DB18D6" w:rsidRPr="00423E00" w:rsidRDefault="00DB18D6" w:rsidP="00423E00">
      <w:pPr>
        <w:pStyle w:val="NoSpacing"/>
        <w:rPr>
          <w:color w:val="1F497D"/>
          <w:sz w:val="24"/>
          <w:szCs w:val="24"/>
        </w:rPr>
      </w:pPr>
    </w:p>
    <w:p w:rsidR="00DB18D6" w:rsidRPr="00423E00" w:rsidRDefault="00DB18D6" w:rsidP="00423E00">
      <w:pPr>
        <w:pStyle w:val="NoSpacing"/>
        <w:rPr>
          <w:sz w:val="24"/>
          <w:szCs w:val="24"/>
        </w:rPr>
      </w:pPr>
      <w:r w:rsidRPr="00423E00">
        <w:rPr>
          <w:color w:val="1F497D"/>
          <w:sz w:val="24"/>
          <w:szCs w:val="24"/>
        </w:rPr>
        <w:t xml:space="preserve">                 </w:t>
      </w:r>
      <w:r w:rsidRPr="00423E00">
        <w:rPr>
          <w:sz w:val="24"/>
          <w:szCs w:val="24"/>
        </w:rPr>
        <w:t xml:space="preserve">                 </w:t>
      </w:r>
    </w:p>
    <w:sectPr w:rsidR="00DB18D6" w:rsidRPr="00423E00" w:rsidSect="0019004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8D6" w:rsidRDefault="00DB18D6" w:rsidP="002420E1">
      <w:pPr>
        <w:spacing w:after="0" w:line="240" w:lineRule="auto"/>
      </w:pPr>
      <w:r>
        <w:separator/>
      </w:r>
    </w:p>
  </w:endnote>
  <w:endnote w:type="continuationSeparator" w:id="1">
    <w:p w:rsidR="00DB18D6" w:rsidRDefault="00DB18D6" w:rsidP="00242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8D6" w:rsidRDefault="00DB18D6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DB18D6" w:rsidRDefault="00DB18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8D6" w:rsidRDefault="00DB18D6" w:rsidP="002420E1">
      <w:pPr>
        <w:spacing w:after="0" w:line="240" w:lineRule="auto"/>
      </w:pPr>
      <w:r>
        <w:separator/>
      </w:r>
    </w:p>
  </w:footnote>
  <w:footnote w:type="continuationSeparator" w:id="1">
    <w:p w:rsidR="00DB18D6" w:rsidRDefault="00DB18D6" w:rsidP="002420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FBA"/>
    <w:rsid w:val="00052CB9"/>
    <w:rsid w:val="00066944"/>
    <w:rsid w:val="0019004C"/>
    <w:rsid w:val="00190A52"/>
    <w:rsid w:val="001C5A4E"/>
    <w:rsid w:val="002420E1"/>
    <w:rsid w:val="00315797"/>
    <w:rsid w:val="003A3C44"/>
    <w:rsid w:val="003D3990"/>
    <w:rsid w:val="003F4C52"/>
    <w:rsid w:val="00423E00"/>
    <w:rsid w:val="00454562"/>
    <w:rsid w:val="00464946"/>
    <w:rsid w:val="00567B4A"/>
    <w:rsid w:val="00591AA2"/>
    <w:rsid w:val="005B6D60"/>
    <w:rsid w:val="00664DF3"/>
    <w:rsid w:val="006C16AD"/>
    <w:rsid w:val="006F71BB"/>
    <w:rsid w:val="007048FF"/>
    <w:rsid w:val="007067AF"/>
    <w:rsid w:val="007F07B6"/>
    <w:rsid w:val="00841280"/>
    <w:rsid w:val="008B16F6"/>
    <w:rsid w:val="008C1FBA"/>
    <w:rsid w:val="00A241B7"/>
    <w:rsid w:val="00A9567C"/>
    <w:rsid w:val="00A976D0"/>
    <w:rsid w:val="00B17FDB"/>
    <w:rsid w:val="00BB1FE5"/>
    <w:rsid w:val="00BB7C4D"/>
    <w:rsid w:val="00C07BE9"/>
    <w:rsid w:val="00C709A1"/>
    <w:rsid w:val="00CC5C02"/>
    <w:rsid w:val="00DB18D6"/>
    <w:rsid w:val="00E153A3"/>
    <w:rsid w:val="00EB71A8"/>
    <w:rsid w:val="00EE66F6"/>
    <w:rsid w:val="00FD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04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42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20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42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420E1"/>
    <w:rPr>
      <w:rFonts w:cs="Times New Roman"/>
    </w:rPr>
  </w:style>
  <w:style w:type="paragraph" w:styleId="NoSpacing">
    <w:name w:val="No Spacing"/>
    <w:uiPriority w:val="99"/>
    <w:qFormat/>
    <w:rsid w:val="00BB7C4D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B1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1F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267</TotalTime>
  <Pages>2</Pages>
  <Words>500</Words>
  <Characters>2852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Долгополова</cp:lastModifiedBy>
  <cp:revision>10</cp:revision>
  <dcterms:created xsi:type="dcterms:W3CDTF">2008-09-21T11:17:00Z</dcterms:created>
  <dcterms:modified xsi:type="dcterms:W3CDTF">2009-01-24T04:46:00Z</dcterms:modified>
</cp:coreProperties>
</file>